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05" w:rsidRDefault="00A10305" w:rsidP="00252637">
      <w:pPr>
        <w:jc w:val="center"/>
        <w:rPr>
          <w:rFonts w:ascii="Hurry Up" w:hAnsi="Hurry Up"/>
          <w:b/>
          <w:sz w:val="40"/>
          <w:szCs w:val="40"/>
        </w:rPr>
      </w:pPr>
      <w:r>
        <w:rPr>
          <w:rFonts w:ascii="Hurry Up" w:hAnsi="Hurry Up"/>
          <w:b/>
          <w:sz w:val="40"/>
          <w:szCs w:val="40"/>
        </w:rPr>
        <w:t>“Walrus, Penguins, and Polar Bears, Oh, My!”</w:t>
      </w:r>
    </w:p>
    <w:p w:rsidR="00A10305" w:rsidRDefault="00A10305" w:rsidP="00252637">
      <w:pPr>
        <w:jc w:val="center"/>
      </w:pPr>
      <w:r w:rsidRPr="00D058F9">
        <w:rPr>
          <w:rFonts w:ascii="Hurry Up" w:hAnsi="Hurry Up"/>
          <w:b/>
          <w:sz w:val="40"/>
          <w:szCs w:val="40"/>
        </w:rPr>
        <w:t xml:space="preserve">pages </w:t>
      </w:r>
      <w:r>
        <w:rPr>
          <w:rFonts w:ascii="Hurry Up" w:hAnsi="Hurry Up"/>
          <w:b/>
          <w:sz w:val="40"/>
          <w:szCs w:val="40"/>
        </w:rPr>
        <w:t xml:space="preserve"> 54-58</w:t>
      </w:r>
    </w:p>
    <w:p w:rsidR="00A10305" w:rsidRDefault="00A10305" w:rsidP="00252637"/>
    <w:p w:rsidR="00A10305" w:rsidRDefault="00A10305" w:rsidP="00252637">
      <w:r>
        <w:rPr>
          <w:noProof/>
        </w:rPr>
        <w:pict>
          <v:roundrect id="_x0000_s1026" style="position:absolute;margin-left:-25.5pt;margin-top:.85pt;width:546.75pt;height:279pt;z-index:251645440" arcsize="10923f">
            <v:textbox style="mso-next-textbox:#_x0000_s1026">
              <w:txbxContent>
                <w:p w:rsidR="00A10305" w:rsidRDefault="00A10305" w:rsidP="00252637">
                  <w:pPr>
                    <w:rPr>
                      <w:rFonts w:ascii="Hurry Up" w:hAnsi="Hurry Up"/>
                      <w:b/>
                      <w:sz w:val="28"/>
                      <w:szCs w:val="28"/>
                    </w:rPr>
                  </w:pPr>
                  <w:r>
                    <w:rPr>
                      <w:rFonts w:ascii="Hurry Up" w:hAnsi="Hurry Up"/>
                      <w:b/>
                      <w:sz w:val="28"/>
                      <w:szCs w:val="28"/>
                    </w:rPr>
                    <w:t>Walrus</w:t>
                  </w:r>
                </w:p>
                <w:p w:rsidR="00A10305" w:rsidRPr="00963E47" w:rsidRDefault="00A10305" w:rsidP="00252637">
                  <w:pPr>
                    <w:rPr>
                      <w:rFonts w:ascii="Hurry Up" w:hAnsi="Hurry Up"/>
                      <w:b/>
                      <w:sz w:val="28"/>
                      <w:szCs w:val="28"/>
                    </w:rPr>
                  </w:pPr>
                </w:p>
                <w:p w:rsidR="00A10305" w:rsidRDefault="00A10305" w:rsidP="00252637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How is global warming affecting the </w:t>
                  </w:r>
                  <w:smartTag w:uri="urn:schemas-microsoft-com:office:smarttags" w:element="place">
                    <w:r>
                      <w:t>Arctic</w:t>
                    </w:r>
                  </w:smartTag>
                  <w:r>
                    <w:t>?</w:t>
                  </w:r>
                </w:p>
                <w:p w:rsidR="00A10305" w:rsidRDefault="00A10305" w:rsidP="00252637"/>
                <w:p w:rsidR="00A10305" w:rsidRDefault="00A10305" w:rsidP="00252637"/>
                <w:p w:rsidR="00A10305" w:rsidRDefault="00A10305" w:rsidP="00252637"/>
                <w:p w:rsidR="00A10305" w:rsidRDefault="00A10305" w:rsidP="00252637"/>
                <w:p w:rsidR="00A10305" w:rsidRDefault="00A10305" w:rsidP="00252637"/>
                <w:p w:rsidR="00A10305" w:rsidRDefault="00A10305" w:rsidP="00252637"/>
                <w:p w:rsidR="00A10305" w:rsidRDefault="00A10305" w:rsidP="00252637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If the melting of the sea ice is decreasing the number of algae, what other organism or animals does this affect?  What will happen to these organisms or animals? Why?</w:t>
                  </w:r>
                </w:p>
                <w:p w:rsidR="00A10305" w:rsidRPr="00252637" w:rsidRDefault="00A10305" w:rsidP="00252637">
                  <w:pPr>
                    <w:pStyle w:val="ListParagraph"/>
                  </w:pPr>
                </w:p>
              </w:txbxContent>
            </v:textbox>
          </v:roundrect>
        </w:pict>
      </w:r>
    </w:p>
    <w:p w:rsidR="00A10305" w:rsidRDefault="00A10305" w:rsidP="00252637">
      <w:pPr>
        <w:pStyle w:val="ListParagraph"/>
      </w:pPr>
    </w:p>
    <w:p w:rsidR="00A10305" w:rsidRDefault="00A10305" w:rsidP="00252637"/>
    <w:p w:rsidR="00A10305" w:rsidRDefault="00A10305" w:rsidP="00252637"/>
    <w:p w:rsidR="00A10305" w:rsidRDefault="00A10305" w:rsidP="00252637"/>
    <w:p w:rsidR="00A10305" w:rsidRDefault="00A10305" w:rsidP="0025263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8pt;margin-top:10.65pt;width:471.75pt;height:.75pt;flip:y;z-index:251646464" o:connectortype="straight"/>
        </w:pict>
      </w:r>
    </w:p>
    <w:p w:rsidR="00A10305" w:rsidRDefault="00A10305" w:rsidP="00252637"/>
    <w:p w:rsidR="00A10305" w:rsidRDefault="00A10305" w:rsidP="00252637">
      <w:r>
        <w:rPr>
          <w:noProof/>
        </w:rPr>
        <w:pict>
          <v:shape id="_x0000_s1028" type="#_x0000_t32" style="position:absolute;margin-left:18pt;margin-top:7.05pt;width:471.75pt;height:.75pt;flip:y;z-index:251647488" o:connectortype="straight"/>
        </w:pict>
      </w:r>
    </w:p>
    <w:p w:rsidR="00A10305" w:rsidRDefault="00A10305" w:rsidP="00252637"/>
    <w:p w:rsidR="00A10305" w:rsidRDefault="00A10305" w:rsidP="00252637">
      <w:r>
        <w:rPr>
          <w:noProof/>
        </w:rPr>
        <w:pict>
          <v:shape id="_x0000_s1029" type="#_x0000_t32" style="position:absolute;margin-left:18pt;margin-top:3.45pt;width:471.75pt;height:.75pt;flip:y;z-index:251651584" o:connectortype="straight"/>
        </w:pict>
      </w:r>
    </w:p>
    <w:p w:rsidR="00A10305" w:rsidRDefault="00A10305" w:rsidP="00252637"/>
    <w:p w:rsidR="00A10305" w:rsidRDefault="00A10305" w:rsidP="00252637"/>
    <w:p w:rsidR="00A10305" w:rsidRDefault="00A10305" w:rsidP="00252637"/>
    <w:p w:rsidR="00A10305" w:rsidRDefault="00A10305" w:rsidP="00252637"/>
    <w:p w:rsidR="00A10305" w:rsidRDefault="00A10305" w:rsidP="00252637">
      <w:r>
        <w:rPr>
          <w:noProof/>
        </w:rPr>
        <w:pict>
          <v:shape id="_x0000_s1030" type="#_x0000_t32" style="position:absolute;margin-left:18pt;margin-top:.45pt;width:471.75pt;height:.75pt;flip:y;z-index:251652608" o:connectortype="straight"/>
        </w:pict>
      </w:r>
    </w:p>
    <w:p w:rsidR="00A10305" w:rsidRDefault="00A10305" w:rsidP="00252637">
      <w:r>
        <w:rPr>
          <w:noProof/>
        </w:rPr>
        <w:pict>
          <v:shape id="_x0000_s1031" type="#_x0000_t32" style="position:absolute;margin-left:18pt;margin-top:5.1pt;width:471.75pt;height:.75pt;flip:y;z-index:251650560" o:connectortype="straight"/>
        </w:pict>
      </w:r>
    </w:p>
    <w:p w:rsidR="00A10305" w:rsidRDefault="00A10305" w:rsidP="00252637">
      <w:r>
        <w:rPr>
          <w:noProof/>
        </w:rPr>
        <w:pict>
          <v:shape id="_x0000_s1032" type="#_x0000_t32" style="position:absolute;margin-left:18pt;margin-top:13.05pt;width:471.75pt;height:.75pt;flip:y;z-index:251649536" o:connectortype="straight"/>
        </w:pict>
      </w:r>
    </w:p>
    <w:p w:rsidR="00A10305" w:rsidRDefault="00A10305" w:rsidP="00252637"/>
    <w:p w:rsidR="00A10305" w:rsidRDefault="00A10305" w:rsidP="00252637">
      <w:r>
        <w:rPr>
          <w:noProof/>
        </w:rPr>
        <w:pict>
          <v:shape id="_x0000_s1033" type="#_x0000_t32" style="position:absolute;margin-left:18pt;margin-top:9.45pt;width:471.75pt;height:.75pt;flip:y;z-index:251648512" o:connectortype="straight"/>
        </w:pict>
      </w:r>
    </w:p>
    <w:p w:rsidR="00A10305" w:rsidRDefault="00A10305" w:rsidP="00252637"/>
    <w:p w:rsidR="00A10305" w:rsidRDefault="00A10305" w:rsidP="00252637"/>
    <w:p w:rsidR="00A10305" w:rsidRDefault="00A10305" w:rsidP="00252637">
      <w:pPr>
        <w:rPr>
          <w:rFonts w:ascii="Hurry Up" w:hAnsi="Hurry Up"/>
          <w:b/>
          <w:sz w:val="32"/>
          <w:szCs w:val="32"/>
        </w:rPr>
      </w:pPr>
      <w:r>
        <w:rPr>
          <w:noProof/>
        </w:rPr>
        <w:pict>
          <v:roundrect id="_x0000_s1034" style="position:absolute;margin-left:-29.25pt;margin-top:16.95pt;width:546.75pt;height:245.25pt;z-index:251653632" arcsize="10923f">
            <v:textbox style="mso-next-textbox:#_x0000_s1034">
              <w:txbxContent>
                <w:p w:rsidR="00A10305" w:rsidRPr="00252637" w:rsidRDefault="00A10305" w:rsidP="003075DE">
                  <w:pPr>
                    <w:rPr>
                      <w:rFonts w:ascii="Hurry Up" w:hAnsi="Hurry Up"/>
                      <w:b/>
                      <w:sz w:val="32"/>
                      <w:szCs w:val="32"/>
                    </w:rPr>
                  </w:pPr>
                  <w:r w:rsidRPr="00252637">
                    <w:rPr>
                      <w:rFonts w:ascii="Hurry Up" w:hAnsi="Hurry Up"/>
                      <w:b/>
                      <w:sz w:val="32"/>
                      <w:szCs w:val="32"/>
                    </w:rPr>
                    <w:t>Polar Bears</w:t>
                  </w:r>
                </w:p>
                <w:p w:rsidR="00A10305" w:rsidRDefault="00A10305" w:rsidP="003075DE"/>
                <w:p w:rsidR="00A10305" w:rsidRDefault="00A10305" w:rsidP="003075D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What do polar bears use sea ice for in their lives?</w:t>
                  </w:r>
                </w:p>
                <w:p w:rsidR="00A10305" w:rsidRDefault="00A10305" w:rsidP="003075DE"/>
                <w:p w:rsidR="00A10305" w:rsidRDefault="00A10305" w:rsidP="003075DE"/>
                <w:p w:rsidR="00A10305" w:rsidRDefault="00A10305" w:rsidP="003075DE"/>
                <w:p w:rsidR="00A10305" w:rsidRDefault="00A10305" w:rsidP="003075DE"/>
                <w:p w:rsidR="00A10305" w:rsidRDefault="00A10305" w:rsidP="003075DE"/>
                <w:p w:rsidR="00A10305" w:rsidRDefault="00A10305" w:rsidP="003075DE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 xml:space="preserve">How does global warming affect polar bears? </w:t>
                  </w:r>
                </w:p>
                <w:p w:rsidR="00A10305" w:rsidRPr="00252637" w:rsidRDefault="00A10305" w:rsidP="003075DE">
                  <w:pPr>
                    <w:pStyle w:val="ListParagraph"/>
                  </w:pPr>
                </w:p>
              </w:txbxContent>
            </v:textbox>
          </v:roundrect>
        </w:pict>
      </w: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  <w:r>
        <w:rPr>
          <w:noProof/>
        </w:rPr>
        <w:pict>
          <v:shape id="_x0000_s1035" type="#_x0000_t32" style="position:absolute;margin-left:18pt;margin-top:1pt;width:471.75pt;height:.75pt;flip:y;z-index:251654656" o:connectortype="straight"/>
        </w:pict>
      </w: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  <w:r>
        <w:rPr>
          <w:noProof/>
        </w:rPr>
        <w:pict>
          <v:shape id="_x0000_s1036" type="#_x0000_t32" style="position:absolute;margin-left:23.25pt;margin-top:3.05pt;width:471.75pt;height:.75pt;flip:y;z-index:251655680" o:connectortype="straight"/>
        </w:pict>
      </w: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  <w:r>
        <w:rPr>
          <w:noProof/>
        </w:rPr>
        <w:pict>
          <v:shape id="_x0000_s1037" type="#_x0000_t32" style="position:absolute;margin-left:23.25pt;margin-top:5.85pt;width:471.75pt;height:.75pt;flip:y;z-index:251656704" o:connectortype="straight"/>
        </w:pict>
      </w: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  <w:r>
        <w:rPr>
          <w:noProof/>
        </w:rPr>
        <w:pict>
          <v:shape id="_x0000_s1038" type="#_x0000_t32" style="position:absolute;margin-left:23.25pt;margin-top:15.2pt;width:471.75pt;height:.75pt;flip:y;z-index:251659776" o:connectortype="straight"/>
        </w:pict>
      </w:r>
    </w:p>
    <w:p w:rsidR="00A10305" w:rsidRPr="00252637" w:rsidRDefault="00A10305" w:rsidP="00252637">
      <w:pPr>
        <w:rPr>
          <w:rFonts w:ascii="Hurry Up" w:hAnsi="Hurry Up"/>
          <w:b/>
          <w:sz w:val="32"/>
          <w:szCs w:val="32"/>
        </w:rPr>
      </w:pPr>
      <w:r w:rsidRPr="00252637">
        <w:rPr>
          <w:rFonts w:ascii="Hurry Up" w:hAnsi="Hurry Up"/>
          <w:b/>
          <w:sz w:val="32"/>
          <w:szCs w:val="32"/>
        </w:rPr>
        <w:t>Penguins</w:t>
      </w:r>
    </w:p>
    <w:p w:rsidR="00A10305" w:rsidRDefault="00A10305" w:rsidP="00252637">
      <w:r>
        <w:rPr>
          <w:noProof/>
        </w:rPr>
        <w:pict>
          <v:shape id="_x0000_s1039" type="#_x0000_t32" style="position:absolute;margin-left:23.25pt;margin-top:7.35pt;width:471.75pt;height:.75pt;flip:y;z-index:251658752" o:connectortype="straight"/>
        </w:pict>
      </w:r>
      <w:r>
        <w:t>How does global warming affect the emperor penguins? What does it do to the sea ice?</w:t>
      </w:r>
    </w:p>
    <w:p w:rsidR="00A10305" w:rsidRDefault="00A10305" w:rsidP="00252637"/>
    <w:p w:rsidR="00A10305" w:rsidRDefault="00A10305" w:rsidP="00252637">
      <w:r>
        <w:rPr>
          <w:noProof/>
        </w:rPr>
        <w:pict>
          <v:shape id="_x0000_s1040" type="#_x0000_t32" style="position:absolute;margin-left:23.25pt;margin-top:8.25pt;width:471.75pt;height:.75pt;flip:y;z-index:251657728" o:connectortype="straight"/>
        </w:pict>
      </w:r>
    </w:p>
    <w:p w:rsidR="00A10305" w:rsidRDefault="00A10305" w:rsidP="00252637">
      <w:r>
        <w:t>Why does this endanger the emperor penguins?</w:t>
      </w:r>
    </w:p>
    <w:p w:rsidR="00A10305" w:rsidRDefault="00A10305" w:rsidP="00252637"/>
    <w:p w:rsidR="00A10305" w:rsidRDefault="00A10305" w:rsidP="00252637"/>
    <w:p w:rsidR="00A10305" w:rsidRDefault="00A10305" w:rsidP="00252637"/>
    <w:p w:rsidR="00A10305" w:rsidRDefault="00A10305" w:rsidP="00252637"/>
    <w:p w:rsidR="00A10305" w:rsidRDefault="00A10305" w:rsidP="00252637">
      <w:pPr>
        <w:rPr>
          <w:rFonts w:ascii="Hurry Up" w:hAnsi="Hurry Up"/>
          <w:b/>
          <w:sz w:val="32"/>
          <w:szCs w:val="32"/>
        </w:rPr>
      </w:pPr>
      <w:r>
        <w:rPr>
          <w:noProof/>
        </w:rPr>
        <w:pict>
          <v:roundrect id="_x0000_s1041" style="position:absolute;margin-left:-41.25pt;margin-top:1.35pt;width:546.75pt;height:255pt;z-index:251660800" arcsize="10923f">
            <v:textbox style="mso-next-textbox:#_x0000_s1041">
              <w:txbxContent>
                <w:p w:rsidR="00A10305" w:rsidRDefault="00A10305" w:rsidP="00963E47">
                  <w:pPr>
                    <w:rPr>
                      <w:rFonts w:ascii="Hurry Up" w:hAnsi="Hurry Up"/>
                      <w:b/>
                      <w:sz w:val="32"/>
                      <w:szCs w:val="32"/>
                    </w:rPr>
                  </w:pPr>
                  <w:r w:rsidRPr="00252637">
                    <w:rPr>
                      <w:rFonts w:ascii="Hurry Up" w:hAnsi="Hurry Up"/>
                      <w:b/>
                      <w:sz w:val="32"/>
                      <w:szCs w:val="32"/>
                    </w:rPr>
                    <w:t>Great Blue Whales</w:t>
                  </w:r>
                </w:p>
                <w:p w:rsidR="00A10305" w:rsidRPr="00252637" w:rsidRDefault="00A10305" w:rsidP="00963E47">
                  <w:pPr>
                    <w:rPr>
                      <w:rFonts w:ascii="Hurry Up" w:hAnsi="Hurry Up"/>
                      <w:b/>
                      <w:sz w:val="32"/>
                      <w:szCs w:val="32"/>
                    </w:rPr>
                  </w:pPr>
                </w:p>
                <w:p w:rsidR="00A10305" w:rsidRDefault="00A10305" w:rsidP="00963E47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What is the main food source of the great blue whale?</w:t>
                  </w:r>
                </w:p>
                <w:p w:rsidR="00A10305" w:rsidRDefault="00A10305" w:rsidP="00963E47"/>
                <w:p w:rsidR="00A10305" w:rsidRDefault="00A10305" w:rsidP="00963E47"/>
                <w:p w:rsidR="00A10305" w:rsidRDefault="00A10305" w:rsidP="00963E47"/>
                <w:p w:rsidR="00A10305" w:rsidRDefault="00A10305" w:rsidP="00963E47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How does the decrease in algae affect the great blue whales?</w:t>
                  </w:r>
                </w:p>
                <w:p w:rsidR="00A10305" w:rsidRDefault="00A10305" w:rsidP="00963E47"/>
                <w:p w:rsidR="00A10305" w:rsidRDefault="00A10305" w:rsidP="00963E47"/>
              </w:txbxContent>
            </v:textbox>
          </v:roundrect>
        </w:pict>
      </w:r>
    </w:p>
    <w:p w:rsidR="00A10305" w:rsidRDefault="00A10305" w:rsidP="00252637">
      <w:pPr>
        <w:rPr>
          <w:rFonts w:ascii="Hurry Up" w:hAnsi="Hurry Up"/>
          <w:b/>
          <w:sz w:val="32"/>
          <w:szCs w:val="32"/>
        </w:rPr>
      </w:pPr>
    </w:p>
    <w:p w:rsidR="00A10305" w:rsidRDefault="00A10305"/>
    <w:p w:rsidR="00A10305" w:rsidRDefault="00A10305"/>
    <w:p w:rsidR="00A10305" w:rsidRDefault="00A10305"/>
    <w:p w:rsidR="00A10305" w:rsidRDefault="00A10305">
      <w:r>
        <w:rPr>
          <w:noProof/>
        </w:rPr>
        <w:pict>
          <v:shape id="_x0000_s1042" type="#_x0000_t32" style="position:absolute;margin-left:18pt;margin-top:12.8pt;width:471.75pt;height:.75pt;flip:y;z-index:251661824" o:connectortype="straight"/>
        </w:pict>
      </w:r>
    </w:p>
    <w:p w:rsidR="00A10305" w:rsidRDefault="00A10305"/>
    <w:p w:rsidR="00A10305" w:rsidRDefault="00A10305"/>
    <w:p w:rsidR="00A10305" w:rsidRDefault="00A10305"/>
    <w:p w:rsidR="00A10305" w:rsidRDefault="00A10305">
      <w:r>
        <w:rPr>
          <w:noProof/>
        </w:rPr>
        <w:pict>
          <v:shape id="_x0000_s1043" type="#_x0000_t32" style="position:absolute;margin-left:18pt;margin-top:12.4pt;width:471.75pt;height:.75pt;flip:y;z-index:251662848" o:connectortype="straight"/>
        </w:pict>
      </w:r>
    </w:p>
    <w:p w:rsidR="00A10305" w:rsidRDefault="00A10305"/>
    <w:p w:rsidR="00A10305" w:rsidRDefault="00A10305"/>
    <w:p w:rsidR="00A10305" w:rsidRDefault="00A10305">
      <w:r>
        <w:rPr>
          <w:noProof/>
        </w:rPr>
        <w:pict>
          <v:shape id="_x0000_s1044" type="#_x0000_t32" style="position:absolute;margin-left:18pt;margin-top:.25pt;width:471.75pt;height:.75pt;flip:y;z-index:251663872" o:connectortype="straight"/>
        </w:pict>
      </w:r>
    </w:p>
    <w:p w:rsidR="00A10305" w:rsidRDefault="00A10305"/>
    <w:p w:rsidR="00A10305" w:rsidRDefault="00A10305">
      <w:r>
        <w:rPr>
          <w:noProof/>
        </w:rPr>
        <w:pict>
          <v:shape id="_x0000_s1045" type="#_x0000_t32" style="position:absolute;margin-left:18pt;margin-top:2.65pt;width:471.75pt;height:.75pt;flip:y;z-index:251664896" o:connectortype="straight"/>
        </w:pict>
      </w:r>
    </w:p>
    <w:p w:rsidR="00A10305" w:rsidRDefault="00A10305"/>
    <w:p w:rsidR="00A10305" w:rsidRDefault="00A10305">
      <w:r>
        <w:rPr>
          <w:noProof/>
        </w:rPr>
        <w:pict>
          <v:shape id="_x0000_s1046" type="#_x0000_t32" style="position:absolute;margin-left:21.75pt;margin-top:3.55pt;width:471.75pt;height:.75pt;flip:y;z-index:251665920" o:connectortype="straight"/>
        </w:pict>
      </w:r>
    </w:p>
    <w:p w:rsidR="00A10305" w:rsidRDefault="00A10305"/>
    <w:p w:rsidR="00A10305" w:rsidRDefault="00A10305"/>
    <w:p w:rsidR="00A10305" w:rsidRDefault="00A10305"/>
    <w:p w:rsidR="00A10305" w:rsidRDefault="00A10305"/>
    <w:p w:rsidR="00A10305" w:rsidRDefault="00A10305">
      <w:pPr>
        <w:rPr>
          <w:rFonts w:ascii="Hurry Up" w:hAnsi="Hurry Up"/>
          <w:sz w:val="28"/>
          <w:szCs w:val="28"/>
        </w:rPr>
      </w:pPr>
      <w:r>
        <w:rPr>
          <w:rFonts w:ascii="Hurry Up" w:hAnsi="Hurry Up"/>
          <w:sz w:val="28"/>
          <w:szCs w:val="28"/>
        </w:rPr>
        <w:t>Summarize what you have learned</w:t>
      </w:r>
    </w:p>
    <w:p w:rsidR="00A10305" w:rsidRDefault="00A10305"/>
    <w:p w:rsidR="00A10305" w:rsidRDefault="00A10305" w:rsidP="00963E47">
      <w:pPr>
        <w:pStyle w:val="ListParagraph"/>
        <w:numPr>
          <w:ilvl w:val="0"/>
          <w:numId w:val="4"/>
        </w:numPr>
      </w:pPr>
      <w:r>
        <w:t xml:space="preserve">If we could decrease the rate of global warming, how do you think this would affect one of the four animals discussed?  Choose and animal, explain and than write a few key words on the effect on this animal in the organizer. </w:t>
      </w:r>
    </w:p>
    <w:p w:rsidR="00A10305" w:rsidRDefault="00A10305" w:rsidP="00EF4172"/>
    <w:p w:rsidR="00A10305" w:rsidRDefault="00A10305" w:rsidP="00EF4172">
      <w:r>
        <w:rPr>
          <w:noProof/>
        </w:rPr>
        <w:pict>
          <v:shape id="_x0000_s1047" type="#_x0000_t32" style="position:absolute;margin-left:21.75pt;margin-top:5.65pt;width:471.75pt;height:.75pt;flip:y;z-index:251666944" o:connectortype="straight"/>
        </w:pict>
      </w:r>
    </w:p>
    <w:p w:rsidR="00A10305" w:rsidRDefault="00A10305" w:rsidP="00EF4172">
      <w:r>
        <w:rPr>
          <w:noProof/>
        </w:rPr>
        <w:pict>
          <v:shape id="_x0000_s1048" type="#_x0000_t32" style="position:absolute;margin-left:21.75pt;margin-top:9.1pt;width:471.75pt;height:.75pt;flip:y;z-index:251667968" o:connectortype="straight"/>
        </w:pict>
      </w:r>
    </w:p>
    <w:p w:rsidR="00A10305" w:rsidRDefault="00A10305" w:rsidP="00EF4172">
      <w:r>
        <w:rPr>
          <w:noProof/>
        </w:rPr>
        <w:pict>
          <v:shape id="_x0000_s1049" type="#_x0000_t32" style="position:absolute;margin-left:21.75pt;margin-top:13.3pt;width:471.75pt;height:.75pt;flip:y;z-index:251668992" o:connectortype="straight"/>
        </w:pict>
      </w:r>
    </w:p>
    <w:p w:rsidR="00A10305" w:rsidRDefault="00A10305" w:rsidP="00EF4172"/>
    <w:p w:rsidR="00A10305" w:rsidRDefault="00A10305" w:rsidP="00963E47">
      <w:r>
        <w:rPr>
          <w:noProof/>
        </w:rPr>
        <w:pict>
          <v:shape id="_x0000_s1050" type="#_x0000_t32" style="position:absolute;margin-left:21.75pt;margin-top:5.2pt;width:471.75pt;height:.75pt;flip:y;z-index:251670016" o:connectortype="straight"/>
        </w:pict>
      </w:r>
    </w:p>
    <w:p w:rsidR="00A10305" w:rsidRDefault="00A10305">
      <w:r w:rsidRPr="002C142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Diagram 6" o:spid="_x0000_i1025" type="#_x0000_t75" style="width:477pt;height:170.25pt;visibility:visible" o:gfxdata="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">
            <v:imagedata r:id="rId5" o:title="" cropleft="-9201f" cropright="-9184f"/>
            <o:lock v:ext="edit" aspectratio="f"/>
          </v:shape>
        </w:pict>
      </w:r>
    </w:p>
    <w:sectPr w:rsidR="00A10305" w:rsidSect="00B52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urry Up">
    <w:altName w:val="Courier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97B54"/>
    <w:multiLevelType w:val="hybridMultilevel"/>
    <w:tmpl w:val="099624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E148D4"/>
    <w:multiLevelType w:val="hybridMultilevel"/>
    <w:tmpl w:val="8A545E7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105D70"/>
    <w:multiLevelType w:val="hybridMultilevel"/>
    <w:tmpl w:val="61F454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F2364E"/>
    <w:multiLevelType w:val="hybridMultilevel"/>
    <w:tmpl w:val="BE568C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637"/>
    <w:rsid w:val="0008755A"/>
    <w:rsid w:val="00252637"/>
    <w:rsid w:val="002C142C"/>
    <w:rsid w:val="003075DE"/>
    <w:rsid w:val="00314922"/>
    <w:rsid w:val="00651407"/>
    <w:rsid w:val="00704CA0"/>
    <w:rsid w:val="00963E47"/>
    <w:rsid w:val="00A10305"/>
    <w:rsid w:val="00AB085C"/>
    <w:rsid w:val="00B5270F"/>
    <w:rsid w:val="00D058F9"/>
    <w:rsid w:val="00EF4172"/>
    <w:rsid w:val="00FC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6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52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2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526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81</Words>
  <Characters>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“Walrus, Penguins, and Polar Bears, Oh, My</dc:title>
  <dc:subject/>
  <dc:creator>RnC9123</dc:creator>
  <cp:keywords/>
  <dc:description/>
  <cp:lastModifiedBy>Admin</cp:lastModifiedBy>
  <cp:revision>2</cp:revision>
  <dcterms:created xsi:type="dcterms:W3CDTF">2009-03-15T14:44:00Z</dcterms:created>
  <dcterms:modified xsi:type="dcterms:W3CDTF">2009-03-15T14:44:00Z</dcterms:modified>
</cp:coreProperties>
</file>